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54166" w14:textId="77777777" w:rsidR="009D79FD" w:rsidRPr="009D79FD" w:rsidRDefault="009D79FD" w:rsidP="009D79F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D79F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SARS-CoV-2/human/USA/FL-CDC-QDX35136213/2022, complete genome</w:t>
      </w:r>
    </w:p>
    <w:p w14:paraId="003AC598" w14:textId="77777777" w:rsidR="009D79FD" w:rsidRPr="009D79FD" w:rsidRDefault="009D79FD" w:rsidP="009D79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t>GenBank: ON176765.1</w:t>
      </w:r>
    </w:p>
    <w:p w14:paraId="69BAFC08" w14:textId="77777777" w:rsidR="009D79FD" w:rsidRPr="009D79FD" w:rsidRDefault="009D79FD" w:rsidP="009D79F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"https://www.ncbi.nlm.nih.gov/nuccore/ON176765.1?report=fasta" </w:instrTex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D79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"https://www.ncbi.nlm.nih.gov/nuccore/ON176765.1?report=graph" </w:instrTex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D79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76765.1"/>
    <w:bookmarkEnd w:id="1"/>
    <w:p w14:paraId="4563B85E" w14:textId="77777777" w:rsidR="009D79FD" w:rsidRPr="009D79FD" w:rsidRDefault="009D79FD" w:rsidP="009D79F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"https://www.ncbi.nlm.nih.gov/nuccore/ON176765.1" \l "goto2219804928_0" </w:instrTex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D79F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D79F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DA4C0D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LOCUS       ON176765               29712 bp    RNA     linear   VRL 07-APR-2022</w:t>
      </w:r>
    </w:p>
    <w:p w14:paraId="5487F2D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E7D0FE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SARS-CoV-2/human/USA/FL-CDC-QDX35136213/2022, complete genome.</w:t>
      </w:r>
    </w:p>
    <w:p w14:paraId="1ED808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ACCESSION   ON176765</w:t>
      </w:r>
    </w:p>
    <w:p w14:paraId="60C2734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VERSION     ON176765.1</w:t>
      </w:r>
    </w:p>
    <w:p w14:paraId="1ECCF1F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6C3B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"https://www.ncbi.nlm.nih.gov/biosample/SAMN27400498"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SAMN27400498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26CCA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186931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2C694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4D312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76471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36ABE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121430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29712)</w:t>
      </w:r>
    </w:p>
    <w:p w14:paraId="7415DB2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58659E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E3442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05D875A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5C254BF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1DE068E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4525FA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D18441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6F919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D43A4E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29712)</w:t>
      </w:r>
    </w:p>
    <w:p w14:paraId="4719F1D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95F4FE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888E40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66A0A0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3B2FE06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36C0E1F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20AA18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8844AE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463B436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(07-APR-2022) Respiratory Viruses Branch, Division of</w:t>
      </w:r>
    </w:p>
    <w:p w14:paraId="6A94E5E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D44F7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9CF64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76765.1"/>
      <w:bookmarkEnd w:id="2"/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453C4C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4CB02BA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1D86A1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0F6EEB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76765.1"/>
      <w:bookmarkEnd w:id="3"/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C3047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1..29712</w:t>
      </w:r>
    </w:p>
    <w:p w14:paraId="5336F0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DC6819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66DD4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C4452E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/isolate="SARS-CoV-2/human/USA/FL-CDC-QDX35136213/2022"</w:t>
      </w:r>
    </w:p>
    <w:p w14:paraId="442D146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0756F6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3F28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FB89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1DDF11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/collection_date="2022-03-18"</w:t>
      </w:r>
    </w:p>
    <w:p w14:paraId="11BC2F3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"https://www.ncbi.nlm.nih.gov/nuccore/ON176765.1?from=216&amp;to=21493"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7B6BF6B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E5C5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"https://www.ncbi.nlm.nih.gov/nuccore/ON176765.1?location=216:13406,13406:21493"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44E3BBD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944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BE5A7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A0E7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7E512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"https://www.ncbi.nlm.nih.gov/protein/2219804929"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UOI98076.1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0BF7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14A87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B8FEA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B28A63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7E28C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EF6A7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ED3D04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EE9786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DBBD32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99FE4D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1BFBD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A99C6E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70EE5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74C96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E5EBAD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333EA0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39A619D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39F3E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4F5BA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57C1B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531B4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EDC8DF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3FBFE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EB20C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93E06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14C6B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317C7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59BA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75D399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E76AB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A1D55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0822C6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CEDE49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D67AD7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771C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833C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EB7F3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2091BC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7ABFE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A203C3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1B2BEC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14EC0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54920C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7AFA8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5EA32D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ADFAA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1751B7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54AAFB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E83CB5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11DAF5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DD50E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776CBF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37BDF8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23C2B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4E0FC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2BF6F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752DFBC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020C6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WLDDVVYCPRHVICTSEDMLNPNYEDLLIRKSNHNFLVQAGNVQLRVIGHSMQNCVLK</w:t>
      </w:r>
    </w:p>
    <w:p w14:paraId="046CFC9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422F4A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C0FF9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BF1E63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A19654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B504A7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224564A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B329DE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FE074D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0EF58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92B1A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A77F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5C5B7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D1A127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C43E2A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5A34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69EB49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18263D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23BF86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1B673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F8AD89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CA4E6B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D34BA1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AD532D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00B6A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0EE2F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C8F261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AB6091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486A59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C8C93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800FEE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93F242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65AD64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5DAD0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67740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GACVLCNSQTSLRCGVCIRRPFLCCKCCYDHVISTSHKLVLSVNPYVCNAPGCDVTDV</w:t>
      </w:r>
    </w:p>
    <w:p w14:paraId="17FAA5A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5B1536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ED973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732DF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5C69E0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FA985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5783A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RTLLTKGTLEPEYFNSVCRLMKTIGPDMFLGTCRRCPAEIVDTVSALVYDNKLKAHKD</w:t>
      </w:r>
    </w:p>
    <w:p w14:paraId="706AC4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AF40E5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FD626E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59F07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0EF40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58ED10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2F6CFE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192347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0F2D25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E7CB7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1A5713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2F561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AA7D55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3B021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6FA77B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1D075A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53EB2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15B7DC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DF5574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822B8D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7197C0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7B7D84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2F2184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C9A43D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"https://www.ncbi.nlm.nih.gov/protein/UOI98076.1?from=1&amp;to=180"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552A810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A4BA2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86C82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"https://www.ncbi.nlm.nih.gov/protein/UOI98076.1?from=181&amp;to=818"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59BA6E4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2513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72851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"https://www.ncbi.nlm.nih.gov/protein/UOI98076.1?from=819&amp;to=2762"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09677D0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340A3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790BA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"https://www.ncbi.nlm.nih.gov/protein/UOI98076.1?from=2763&amp;to=3262"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1BC071B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D82D5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5115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"https://www.ncbi.nlm.nih.gov/protein/UOI98076.1?from=3263&amp;to=3568"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01B76C3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EA8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54589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"https://www.ncbi.nlm.nih.gov/protein/UOI98076.1?from=3569&amp;to=3855"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2BD7EB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D17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F573F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"https://www.ncbi.nlm.nih.gov/protein/UOI98076.1?from=3856&amp;to=3938"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356DD0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E145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88E349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"https://www.ncbi.nlm.nih.gov/protein/UOI98076.1?from=3939&amp;to=4136"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6284D5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F517B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9CAF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"https://www.ncbi.nlm.nih.gov/protein/UOI98076.1?from=4137&amp;to=4249"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730BC5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225C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5FD96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"https://www.ncbi.nlm.nih.gov/protein/UOI98076.1?from=4250&amp;to=4388"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7E23E7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85996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5B260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"https://www.ncbi.nlm.nih.gov/protein/UOI98076.1?from=4389&amp;to=5320"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35CF1FC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020B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79145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"https://www.ncbi.nlm.nih.gov/protein/UOI98076.1?from=5321&amp;to=5921"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1B16441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3E90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B3C50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"https://www.ncbi.nlm.nih.gov/protein/UOI98076.1?from=5922&amp;to=6448"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13EA4D0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A7E7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7F211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"https://www.ncbi.nlm.nih.gov/protein/UOI98076.1?from=6449&amp;to=6794"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0C9E70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646F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9EE281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"https://www.ncbi.nlm.nih.gov/protein/UOI98076.1?from=6795&amp;to=7092"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5084951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5900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67DCA3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"https://www.ncbi.nlm.nih.gov/nuccore/ON176765.1?from=216&amp;to=13421"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12C2A5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614C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CD101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EE5F1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UOI98077.1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2424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67496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1AF18C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5570A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72E1F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F78E34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BB4019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3AE06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2EC9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BE7C5D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59DBF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3FD39DC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45966D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CBF84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000033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B8876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2C64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B2099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A7AF2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F6E0A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5163C9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1E59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469A5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F0F8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705C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78B569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86FC8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092E76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C3B61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52CF36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883BED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13C3B8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EC3AD1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D3198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880EC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2AC29B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C7F14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E80B87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B31A57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AA69AB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489D3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88214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F71623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D154A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8AA97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38B0EB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8C138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27A2AB6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953FF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6C4BD0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939F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E4813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13899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6E918E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102F3F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9563EF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0CB9993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736A70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B249D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C709C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ECF07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75570D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3D8006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093CC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612A713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45931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C2879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C9FA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A98A9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DA48F7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D1FEE6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D09545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9F5313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E6D2F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DCC768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7EC7E0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AB89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DCB39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"https://www.ncbi.nlm.nih.gov/protein/UOI98077.1?from=1&amp;to=180"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216..755</w:t>
      </w:r>
    </w:p>
    <w:p w14:paraId="0861528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8CB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911D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"https://www.ncbi.nlm.nih.gov/protein/UOI98077.1?from=181&amp;to=818"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756..2669</w:t>
      </w:r>
    </w:p>
    <w:p w14:paraId="40253F2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F4362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6CE23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"https://www.ncbi.nlm.nih.gov/protein/UOI98077.1?from=819&amp;to=2762"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2670..8501</w:t>
      </w:r>
    </w:p>
    <w:p w14:paraId="2D265BD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F13F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8CCB22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"https://www.ncbi.nlm.nih.gov/protein/UOI98077.1?from=2763&amp;to=3262"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5FDC80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32F1E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76DBE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"https://www.ncbi.nlm.nih.gov/protein/UOI98077.1?from=3263&amp;to=3568"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44DFBE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A114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CA724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"https://www.ncbi.nlm.nih.gov/protein/UOI98077.1?from=3569&amp;to=3855"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333EBEF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3164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46F2CAC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"https://www.ncbi.nlm.nih.gov/protein/UOI98077.1?from=3856&amp;to=3938"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6B59200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DDB0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B38370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"https://www.ncbi.nlm.nih.gov/protein/UOI98077.1?from=3939&amp;to=4136"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16A46DE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7EB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9BD6DD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"https://www.ncbi.nlm.nih.gov/protein/UOI98077.1?from=4137&amp;to=4249"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532A9E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7269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42F9E5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"https://www.ncbi.nlm.nih.gov/protein/UOI98077.1?from=4250&amp;to=4388"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31D90C6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E6F4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ABF49F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"https://www.ncbi.nlm.nih.gov/protein/UOI98077.1?from=4389&amp;to=4401"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378631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5684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A4EB6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"https://www.ncbi.nlm.nih.gov/nuccore/ON176765.1?from=13414&amp;to=13441"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38AFA74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B11AD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65FB8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2EF23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"https://www.ncbi.nlm.nih.gov/nuccore/ON176765.1?from=13426&amp;to=13480"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510DF17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4DD1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D1743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86383A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"https://www.ncbi.nlm.nih.gov/nuccore/ON176765.1?from=21501&amp;to=25304"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21501..25304</w:t>
      </w:r>
    </w:p>
    <w:p w14:paraId="0CBE36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84AD78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"https://www.ncbi.nlm.nih.gov/nuccore/ON176765.1?from=21501&amp;to=25304"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21501..25304</w:t>
      </w:r>
    </w:p>
    <w:p w14:paraId="6A3A64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26C2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F8E6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1A157E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UOI98078.1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B52F0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2DAD72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LHSTQDLFLPFFSNVTWFHVISGTNGTKRFDNPVLPFNDGVYFASTEKSNIIRGWIFG</w:t>
      </w:r>
    </w:p>
    <w:p w14:paraId="607D778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485FF10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23AF6C9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1BE5DA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5BEE3F2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VFNATKFASVYAWNRKRISNCVADYSVLYNLAPFFTFKCYGVSPTKLNDLCFTNVYAD</w:t>
      </w:r>
    </w:p>
    <w:p w14:paraId="5DFA0EE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SFVIRGDEVSQIAPGQTGNIADYNYKLPDDFTGCVIAWNSNKLDSKVGGNYNYLYRLF</w:t>
      </w:r>
    </w:p>
    <w:p w14:paraId="5D1B0CF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71CE01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FELLHAPATVCGPKKSTNLVKNKCVNFNFNGLTGTGVLTESNKKFLPFQQFGRDIADT</w:t>
      </w:r>
    </w:p>
    <w:p w14:paraId="071E6E8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358388C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PTWRVYSTGSNVFQTRAGCLIGAEYVNNSYECDIPIGAGICASYQTQTKSHRRARSVA</w:t>
      </w:r>
    </w:p>
    <w:p w14:paraId="1222788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4F75DA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775156A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ILPDPSKPSKRSFIEDLLFNKVTLADAGFIKQYGDCLGDIAARDLICAQKFKGLTVLP</w:t>
      </w:r>
    </w:p>
    <w:p w14:paraId="06767B1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0A5E13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56109BA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DIFSRLDKVEAEVQIDRLITGRLQSLQTYVTQQLIRAAEIRASANLAATKMSECVLGQ</w:t>
      </w:r>
    </w:p>
    <w:p w14:paraId="563108A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3225A91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69D58B1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4045A4C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4ACE712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6CD8CF3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"https://www.ncbi.nlm.nih.gov/nuccore/ON176765.1?from=25313&amp;to=26140"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25313..26140</w:t>
      </w:r>
    </w:p>
    <w:p w14:paraId="54928B8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500BC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"https://www.ncbi.nlm.nih.gov/nuccore/ON176765.1?from=25313&amp;to=26140"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25313..26140</w:t>
      </w:r>
    </w:p>
    <w:p w14:paraId="5844972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67DA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1112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43C17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UOI98079.1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6FBF1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037C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C640B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AAE8DC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58182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481FB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"https://www.ncbi.nlm.nih.gov/nuccore/ON176765.1?from=26165&amp;to=26392"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26165..26392</w:t>
      </w:r>
    </w:p>
    <w:p w14:paraId="79A6906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FF06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"https://www.ncbi.nlm.nih.gov/nuccore/ON176765.1?from=26165&amp;to=26392"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26165..26392</w:t>
      </w:r>
    </w:p>
    <w:p w14:paraId="23A0AE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5832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9074B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0D9AD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"https://www.ncbi.nlm.nih.gov/protein/2219804933"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UOI98080.1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F042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13C463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05F713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"https://www.ncbi.nlm.nih.gov/nuccore/ON176765.1?from=26443&amp;to=27111"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26443..27111</w:t>
      </w:r>
    </w:p>
    <w:p w14:paraId="588844B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EC02D1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"https://www.ncbi.nlm.nih.gov/nuccore/ON176765.1?from=26443&amp;to=27111"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26443..27111</w:t>
      </w:r>
    </w:p>
    <w:p w14:paraId="2D8EAFB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F6AEC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9CF3B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73DCB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UOI98081.1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C2627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447EA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5F98C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4191CA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10308D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C77A95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"https://www.ncbi.nlm.nih.gov/nuccore/ON176765.1?from=27122&amp;to=27307"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27122..27307</w:t>
      </w:r>
    </w:p>
    <w:p w14:paraId="55A8BBD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53AC7E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"https://www.ncbi.nlm.nih.gov/nuccore/ON176765.1?from=27122&amp;to=27307"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27122..27307</w:t>
      </w:r>
    </w:p>
    <w:p w14:paraId="7B1498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182E1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ACE60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6013A7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UOI98082.1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2CA9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4658A6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67BC4A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"https://www.ncbi.nlm.nih.gov/nuccore/ON176765.1?from=27314&amp;to=27679"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27314..27679</w:t>
      </w:r>
    </w:p>
    <w:p w14:paraId="6533DA5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14CF54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"https://www.ncbi.nlm.nih.gov/nuccore/ON176765.1?from=27314&amp;to=27679"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27314..27679</w:t>
      </w:r>
    </w:p>
    <w:p w14:paraId="5069A5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00A14C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CC84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0399F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"https://www.ncbi.nlm.nih.gov/protein/2219804936"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UOI98083.1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363E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710F63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0C20F2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FCCBC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"https://www.ncbi.nlm.nih.gov/nuccore/ON176765.1?from=27676&amp;to=27807"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27676..27807</w:t>
      </w:r>
    </w:p>
    <w:p w14:paraId="4C5A6A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B662E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"https://www.ncbi.nlm.nih.gov/nuccore/ON176765.1?from=27676&amp;to=27807"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27676..27807</w:t>
      </w:r>
    </w:p>
    <w:p w14:paraId="46FD6D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6332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98D6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55C3CF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"https://www.ncbi.nlm.nih.gov/protein/2219804937"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UOI98084.1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9C467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4848F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"https://www.ncbi.nlm.nih.gov/nuccore/ON176765.1?from=27814&amp;to=28179"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27814..28179</w:t>
      </w:r>
    </w:p>
    <w:p w14:paraId="7C2481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88EDE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"https://www.ncbi.nlm.nih.gov/nuccore/ON176765.1?from=27814&amp;to=28179"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27814..28179</w:t>
      </w:r>
    </w:p>
    <w:p w14:paraId="631ABD9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E8E09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FCCF4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8A9C3F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UOI98085.1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D0CD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C5EF24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318097E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D516A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"https://www.ncbi.nlm.nih.gov/nuccore/ON176765.1?from=28194&amp;to=29444"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28194..29444</w:t>
      </w:r>
    </w:p>
    <w:p w14:paraId="275CEC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2DC5FB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"https://www.ncbi.nlm.nih.gov/nuccore/ON176765.1?from=28194&amp;to=29444"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28194..29444</w:t>
      </w:r>
    </w:p>
    <w:p w14:paraId="4B500D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13655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231AE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5CC3C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"https://www.ncbi.nlm.nih.gov/protein/2219804939"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UOI98086.1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4759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4A08F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E45CD4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6E0304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1A9AC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558E77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EB5540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D65F5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B8053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"https://www.ncbi.nlm.nih.gov/nuccore/ON176765.1?from=29469&amp;to=29585"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29469..29585</w:t>
      </w:r>
    </w:p>
    <w:p w14:paraId="55132EF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FE215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"https://www.ncbi.nlm.nih.gov/nuccore/ON176765.1?from=29469&amp;to=29585"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29469..29585</w:t>
      </w:r>
    </w:p>
    <w:p w14:paraId="3F51A50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34CDA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C1ED1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8B13D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"https://www.ncbi.nlm.nih.gov/protein/2219804940"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UOI98087.1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7F462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B335B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"https://www.ncbi.nlm.nih.gov/nuccore/ON176765.1?from=29520&amp;to=29555"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29520..29555</w:t>
      </w:r>
    </w:p>
    <w:p w14:paraId="112158E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5C1CB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3C7467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"https://www.ncbi.nlm.nih.gov/nuccore/ON176765.1?from=29540&amp;to=29568"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29540..29568</w:t>
      </w:r>
    </w:p>
    <w:p w14:paraId="7EE6375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E5D9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CDE75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"https://www.ncbi.nlm.nih.gov/nuccore/ON176765.1?from=29639&amp;to=29653" </w:instrTex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D79F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29639..29653</w:t>
      </w:r>
    </w:p>
    <w:p w14:paraId="2D444F4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0A1E73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E2F874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76765.1"/>
      <w:bookmarkEnd w:id="4"/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1064F93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0CB9B8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4BD6BB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07DDD2A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63E7D0B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4F3E30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1FC658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tcatgttatg gttgagctgg</w:t>
      </w:r>
    </w:p>
    <w:p w14:paraId="173B81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tagcagaact cgaaggcatt cagtacggtc gtagtggtga gacacttggt gtccttgtcc</w:t>
      </w:r>
    </w:p>
    <w:p w14:paraId="60F2494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ctcatgtggg cgaaatacca gtggcttacc gcaaggttct tcttcgtaag aacggtaata</w:t>
      </w:r>
    </w:p>
    <w:p w14:paraId="49F175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aaggagctgg tggccatagt tacggcgccg atctaaagtc atttgactta ggcgacgagc</w:t>
      </w:r>
    </w:p>
    <w:p w14:paraId="4F42A58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ttggcactga tccttatgaa gattttcaag aaaactggaa cactaaacat agcagtggtg</w:t>
      </w:r>
    </w:p>
    <w:p w14:paraId="4AD4FF8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ttacccgtga actcatgcgt gagcttaacg gaggggcata cactcgctat gtcgataaca</w:t>
      </w:r>
    </w:p>
    <w:p w14:paraId="685B2BC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acttctgtgg ccctgatggc taccctcttg agtgcattaa agaccttcta gcacgtgctg</w:t>
      </w:r>
    </w:p>
    <w:p w14:paraId="0CAADC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gtaaagcttc atgcactttg tccgaacaac tggactttat tgacactaag aggggtgtat</w:t>
      </w:r>
    </w:p>
    <w:p w14:paraId="11DE47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actgctgccg tgaacatgag catgaaattg cttggtacac ggaacgttct gaaaagagct</w:t>
      </w:r>
    </w:p>
    <w:p w14:paraId="177487D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atgaattgca gacacctttt gaaattaaat tggcaaagaa atttgacacc ttcaatgggg</w:t>
      </w:r>
    </w:p>
    <w:p w14:paraId="6C8C282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aatgtccaaa ttttgtattt cccttaaatt ccataatcaa gactattcaa ccaagggttg</w:t>
      </w:r>
    </w:p>
    <w:p w14:paraId="57EE6E3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aaaagaaaaa gcttgatggc tttatgggta gaattcgatc tgtctatcca gttgcgtcac</w:t>
      </w:r>
    </w:p>
    <w:p w14:paraId="7105FC7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caaatgaatg caaccaaatg tgcctttcaa ctctcatgaa gtgtgatcat tgtggtgaaa</w:t>
      </w:r>
    </w:p>
    <w:p w14:paraId="0DB3DAB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cttcatggca gacgggcgat tttgttaaag ccacttgcga attttgtggc actgagaatt</w:t>
      </w:r>
    </w:p>
    <w:p w14:paraId="47DB7FC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tgactaaaga aggtgccact acttgtggtt acttacccca aaatgctgtt gttaaaattt</w:t>
      </w:r>
    </w:p>
    <w:p w14:paraId="4AC16C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attgtccagc atgtcacaat tcagaagtag gacctgagca tagtcttgcc gaataccata</w:t>
      </w:r>
    </w:p>
    <w:p w14:paraId="7975E6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atgaatctgg cttgaaaacc attcttcgta agggtggtcg cactattgcc tttggaggct</w:t>
      </w:r>
    </w:p>
    <w:p w14:paraId="3B252E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gtgtgttctc ttatgttggt tgccataaca agtgtgccta ttgggttcca cgtgctagcg</w:t>
      </w:r>
    </w:p>
    <w:p w14:paraId="1C677D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ctaacatagg ttgtaaccat acaggtgttg ttggagaagg ttccgaaggt cttaatgaca</w:t>
      </w:r>
    </w:p>
    <w:p w14:paraId="49347BF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accttcttga aatactccaa aaagagaaag tcaacatcaa tattgttggt gactttaaac</w:t>
      </w:r>
    </w:p>
    <w:p w14:paraId="7D8487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ttaatgaaga gatcgccatt attttggcat ctttttctgc ttccacaagt gcttttgtgg</w:t>
      </w:r>
    </w:p>
    <w:p w14:paraId="604857C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aaactgtgaa aggtttggat tataaagcat tcaaacaaat tgttgaatcc tgtggtaatt</w:t>
      </w:r>
    </w:p>
    <w:p w14:paraId="525BC12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ttaaagttac aaaaggaaaa gctaaaaaag gtgcctggaa tattggtgaa cagaaatcaa</w:t>
      </w:r>
    </w:p>
    <w:p w14:paraId="250E1C4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tactgagtcc tctttatgca tttgcatcag aggctgctcg tgttgtacga tcaattttct</w:t>
      </w:r>
    </w:p>
    <w:p w14:paraId="295EEC1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cccgcactct tgaaactgct caaaattctg tgcgtgtttt acagaaggcc gctataacaa</w:t>
      </w:r>
    </w:p>
    <w:p w14:paraId="399304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tactagatgg aatttcacag tattcactga gactcattga tgctatgatg ttcacatctg</w:t>
      </w:r>
    </w:p>
    <w:p w14:paraId="5828D7B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atttggctac taacaatcta gttgtaatgg cctacattac aggtggtgtt gttcagttga</w:t>
      </w:r>
    </w:p>
    <w:p w14:paraId="31E77AC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cttcgcagtg gctaactaac atctttggca ctgtttatga aaaactcaaa cccgtccttg</w:t>
      </w:r>
    </w:p>
    <w:p w14:paraId="185D866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attggcttga agagaagttt aaggaaggtg tagagtttct tagagacggt tgggaaattg</w:t>
      </w:r>
    </w:p>
    <w:p w14:paraId="56F9BE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ttaaatttat ctcaacctgt gcttgtgaaa ttgtcggtgg acaaattgtc acctgtgcaa</w:t>
      </w:r>
    </w:p>
    <w:p w14:paraId="4615324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aggaaattaa ggagagtgtt cagacattct ttaagcttgt aaataaattt ttggctttgt</w:t>
      </w:r>
    </w:p>
    <w:p w14:paraId="36371E3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gtgctgactc tatcattatt ggtggagcta aacttaaagc cttgaattta ggtgaaacat</w:t>
      </w:r>
    </w:p>
    <w:p w14:paraId="7B9016C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ttgtcacgca ctcaaaggga ttgtacagaa agtgtgttaa atccagagaa gaaactggcc</w:t>
      </w:r>
    </w:p>
    <w:p w14:paraId="61C78DF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tactcatgcc tctaaaagcc ccaaaagaaa ttatcttctt agagggagaa acacttccca</w:t>
      </w:r>
    </w:p>
    <w:p w14:paraId="3F9F02B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cagaagtgtt aacagaggaa gttgtcttga aaactggtga tttacaacca ttagaacaac</w:t>
      </w:r>
    </w:p>
    <w:p w14:paraId="523919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ctactagtga agctgttgaa gctccattgg ttggtacacc agtttgtatt aacgggctta</w:t>
      </w:r>
    </w:p>
    <w:p w14:paraId="7383D6E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tgttgctcga aatcaaagac acagaaaagt actgtgccct tgcacctaat atgatggtaa</w:t>
      </w:r>
    </w:p>
    <w:p w14:paraId="23D73B9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caaacaatac cttcacactc aaaggcggtg caccaacaaa ggttactttt ggtgatgaca</w:t>
      </w:r>
    </w:p>
    <w:p w14:paraId="131534F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ctgtgataga agtgcaaggt tacaagagtg tgaatatcac ttttgaactt gatgaaagga</w:t>
      </w:r>
    </w:p>
    <w:p w14:paraId="2F9DDB4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ttgataaagt acttaatgag aggtgctctg cctatacagt tgaactcggt acagaagtaa</w:t>
      </w:r>
    </w:p>
    <w:p w14:paraId="55F1C35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atgagttcgc ctgtgttgtg gcagatgctg tcataaaaac tttgcaacca gtatctgaat</w:t>
      </w:r>
    </w:p>
    <w:p w14:paraId="36E0330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tacttacacc actgggcatt gatttagatg agtggagtat ggctacatac tacttatttg</w:t>
      </w:r>
    </w:p>
    <w:p w14:paraId="521189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atgagtctgg tgagtttaaa ttggcttcac atatgtattg ttctttttac cctccagatg</w:t>
      </w:r>
    </w:p>
    <w:p w14:paraId="05C1A47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aggatgaaga agaaggtgat tgtgaagaag aagagtttga gccatcaact caatatgagt</w:t>
      </w:r>
    </w:p>
    <w:p w14:paraId="70CF06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atggtactga agatgattac caaggtaaac ctttggaatt tggtgccact tctgctgctc</w:t>
      </w:r>
    </w:p>
    <w:p w14:paraId="5129047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ttcaacctga agaagagcaa gaagaagatt ggttagatga tgatagtcaa caaactgttg</w:t>
      </w:r>
    </w:p>
    <w:p w14:paraId="2D9DCD0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gtcaacaaga cggcagtgag gacaatcaga caactactat tcaaacaatt gttgaggttc</w:t>
      </w:r>
    </w:p>
    <w:p w14:paraId="19CE95E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aacctcaatt agagatggaa cttacaccag ttgttcagac tattgaagtg aatagtttta</w:t>
      </w:r>
    </w:p>
    <w:p w14:paraId="2559800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gtggttattt aaaacttact gacaatgtat acattaaaaa tgcagacatt gtggaagaag</w:t>
      </w:r>
    </w:p>
    <w:p w14:paraId="759186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ctaaaaaggt aaaaccaaca gtggttgtta atgcagccaa tgtttacctt aaacatggag</w:t>
      </w:r>
    </w:p>
    <w:p w14:paraId="6AEE374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gaggtgttgc aggagcctta aataaggcta ctaacaatgc catgcaagtt gaatctgatg</w:t>
      </w:r>
    </w:p>
    <w:p w14:paraId="4FCB64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attacatagc tactaatgga ccacttaaag tgggtggtag ttgtgtttta agcggacaca</w:t>
      </w:r>
    </w:p>
    <w:p w14:paraId="48DD534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atcttgctaa acactgtctt catgttgtcg gcccaaatgt taacaaaggt gaagacattc</w:t>
      </w:r>
    </w:p>
    <w:p w14:paraId="6DCFE3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aacttcttaa gagtgcttat gaaaatttta atcagcacga agttctactt gcaccattat</w:t>
      </w:r>
    </w:p>
    <w:p w14:paraId="5B4D9A5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tatcagctgg tatttttggt gctgacccta tacattcttt aagagtttgt gtagatactg</w:t>
      </w:r>
    </w:p>
    <w:p w14:paraId="4B25D25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ttcgcacaaa tgtctactta gctgtctttg ataaaaatct ctatgacaaa cttgtttcaa</w:t>
      </w:r>
    </w:p>
    <w:p w14:paraId="0503474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gctttttgga aatgaagagt gaaaagcaag ttgaacaaaa gatcgctgag attcctaaag</w:t>
      </w:r>
    </w:p>
    <w:p w14:paraId="69D2F37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aggaagttaa gccatttata actgaaagta aaccttcagt tgaacagaga aaacaagatg</w:t>
      </w:r>
    </w:p>
    <w:p w14:paraId="5CD319A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ataagaaaat caaagcttgt gttgaagaag ttacaacaac tctggaagaa actaagttcc</w:t>
      </w:r>
    </w:p>
    <w:p w14:paraId="298C44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tcacagaaaa cttgttactt tatattgaca ttaatggcaa tcttcatcca gattctgcca</w:t>
      </w:r>
    </w:p>
    <w:p w14:paraId="053785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ctcttgttag tgacattgac atcactttct taaagaaaga tgctccatat atagtgggtg</w:t>
      </w:r>
    </w:p>
    <w:p w14:paraId="3DF8EA4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atgttgttca agagggtgtt ttaactgctg tggttatacc tactaaaaag gctggtggca</w:t>
      </w:r>
    </w:p>
    <w:p w14:paraId="11400DA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ctactgaaat gctagcgaaa gctttgagaa aagtgccaac agacaattat ataaccactt</w:t>
      </w:r>
    </w:p>
    <w:p w14:paraId="6159203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acccgggtca gggtttaaat ggttacactg tagaggaggc aaagacagtg cttaaaaagt</w:t>
      </w:r>
    </w:p>
    <w:p w14:paraId="3336395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gtaaaagtgc cttttacatt ctaccatcta ttatctctaa tgagaagcaa gaaattcttg</w:t>
      </w:r>
    </w:p>
    <w:p w14:paraId="4243C55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gaactgtttc ttggaatttg cgagaaatgc ttgcacatgc agaagaaaca cgcaaattaa</w:t>
      </w:r>
    </w:p>
    <w:p w14:paraId="3CF717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tgcctgtctg tgtggaaact aaagccatag tttcaactat acagcgtaaa tataagggta</w:t>
      </w:r>
    </w:p>
    <w:p w14:paraId="6E5591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ttaaaataca agagggtgtg gttgattatg gtgctagatt ttacttttac accagtaaaa</w:t>
      </w:r>
    </w:p>
    <w:p w14:paraId="63B374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caactgtagc gtcacttatc aacacactta acgatctaaa tgaaactctt gttacaatgc</w:t>
      </w:r>
    </w:p>
    <w:p w14:paraId="767B3BA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cacttggcta tgtaacacat ggcttaaatt tggaagaagc tgctcggtat atgagatctc</w:t>
      </w:r>
    </w:p>
    <w:p w14:paraId="70AC66C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tcaaagtgcc agctacagtt tctgtttctt cacctgatgc tgttacagcg tataatggtt</w:t>
      </w:r>
    </w:p>
    <w:p w14:paraId="20F0F7D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atcttacttc ttcttctaaa acacctgaag aacattttat tgaaaccatc tcacttgctg</w:t>
      </w:r>
    </w:p>
    <w:p w14:paraId="576057C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gttcctataa agattggtcc tattctggac aatctacaca actaggtata gaatttctta</w:t>
      </w:r>
    </w:p>
    <w:p w14:paraId="26137B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agagaggtga taaaagtgta tattacacta gtaatcctac cacattccac ctagatggtg</w:t>
      </w:r>
    </w:p>
    <w:p w14:paraId="548333E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aagttatcac ctttgacaat cttaagacac ttctttcttt gagagaagtg aggactatta</w:t>
      </w:r>
    </w:p>
    <w:p w14:paraId="486A4F3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aggtgtttac aacagtagac aacattaacc tccacacgca agttgtggac atgtcaatga</w:t>
      </w:r>
    </w:p>
    <w:p w14:paraId="316D392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catatggaca acagtttggt ccaacttatt tggatggagc tgatgttact aaaataaaac</w:t>
      </w:r>
    </w:p>
    <w:p w14:paraId="4636A75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ctcataattc acatgaaggt aaaacatttt atgttttacc taatgatgac actctacgtg</w:t>
      </w:r>
    </w:p>
    <w:p w14:paraId="39BFBA4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ttgaggcttt tgagtactac cacacaactg atcctagttt tctgggtagg tacatgtcag</w:t>
      </w:r>
    </w:p>
    <w:p w14:paraId="0B5B378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cattaaatca cactaaaaag tggaaatacc cacaagttaa tggtttaact tctattaaat</w:t>
      </w:r>
    </w:p>
    <w:p w14:paraId="456DECD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gggcagataa caactgttat cttgccactg cattgttaac actccaacaa atagagttga</w:t>
      </w:r>
    </w:p>
    <w:p w14:paraId="2522DF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agtttaatcc acctgctcta caagatgctt attacagagc aagggctggt gaagcggcta</w:t>
      </w:r>
    </w:p>
    <w:p w14:paraId="45DD4A7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acttttgtgc acttatctta gcctactgta ataagacagt aggtgagtta ggtgatgtta</w:t>
      </w:r>
    </w:p>
    <w:p w14:paraId="557F7C1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gagaaacaat gagttacttg tttcaacatg ccaatttaga ttcttgcaaa agagtcttga</w:t>
      </w:r>
    </w:p>
    <w:p w14:paraId="16C97B8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acgtggtgtg taaaacttgt ggacaacagc agacaaccct taagggtgta gaagctgtta</w:t>
      </w:r>
    </w:p>
    <w:p w14:paraId="4A9451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tgtacatggg cacactttct tatgaacaat ttaagaaagg tgttcagata ccttgtacgt</w:t>
      </w:r>
    </w:p>
    <w:p w14:paraId="36F4ED0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gtggtaaaca agctacaaaa tatctagtac aacaggagtc accttttgtt atgatgtcag</w:t>
      </w:r>
    </w:p>
    <w:p w14:paraId="6D3618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caccacctgc tcagtatgaa cttaagcatg gtacatttac ttgtgctagt gagtacactg</w:t>
      </w:r>
    </w:p>
    <w:p w14:paraId="4F6758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gtaattacca gtgtggtcac tataaacata taacttctaa agaaactttg tattgcatag</w:t>
      </w:r>
    </w:p>
    <w:p w14:paraId="4AAE779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acggtgcttt acttacaaag tcctcagaat acaaaggtcc tattacggat gttttctaca</w:t>
      </w:r>
    </w:p>
    <w:p w14:paraId="222F7D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aagaaaacag ttacacaaca accataaaac cagttactta taaattggat ggtgttgttt</w:t>
      </w:r>
    </w:p>
    <w:p w14:paraId="12EF866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gtacagaaat tgaccctaag ttggacaatt attataagaa agacaattct tatttcacag</w:t>
      </w:r>
    </w:p>
    <w:p w14:paraId="0A04CA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agcaaccaat tgatcttgta ccaaaccaac catatccaaa cgcaagcttc gataatttta</w:t>
      </w:r>
    </w:p>
    <w:p w14:paraId="74C764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agtttgtatg tgataatatc aaatttgctg atgatttaaa ccagttaact ggttataaga</w:t>
      </w:r>
    </w:p>
    <w:p w14:paraId="2074F8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aacctgcttc aagagagctt aaagttacat ttttccctga cttaaatggt gatgtggtgg</w:t>
      </w:r>
    </w:p>
    <w:p w14:paraId="425FEA6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ctattgatta taaacactac acaccctctt ttaagaaagg agctaaattg ttacataaac</w:t>
      </w:r>
    </w:p>
    <w:p w14:paraId="74B1024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ctattgtttg gcatgttaac aatgcaacta ataaagccac gtataaacca aatacctggt</w:t>
      </w:r>
    </w:p>
    <w:p w14:paraId="45B258B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gtatacgttg tctttggagc acaaaaccag ttgaaacatc aaattcgttt gatgtactga</w:t>
      </w:r>
    </w:p>
    <w:p w14:paraId="6601E0A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agtcagagga cgcgcaggga atggataatc ttgcctgcga agatctaaaa ccagtctctg</w:t>
      </w:r>
    </w:p>
    <w:p w14:paraId="7114831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aagaagtagt ggaaaatcct accatacaga aagacgttct tgagtgtaat gtgaaaacta</w:t>
      </w:r>
    </w:p>
    <w:p w14:paraId="3AF6F9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ccgaagttgt aggagacatt atacttaaac cagcaaataa tataaaaatt acagaagagg</w:t>
      </w:r>
    </w:p>
    <w:p w14:paraId="2FDEE5D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1523724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0BE397C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3541CD6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3871159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6557599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6315C89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55BDC3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6C0A22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5BD71B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664D3CF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3C28EB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08E8458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51BFB7F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43013E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21C757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777CEF8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0EFEFFE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67AB977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3CDF38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5A9018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65126E2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0F18469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ataacactaa aggttcattg cctattaatg ttatagtttt tgatggtaaa tcaaaatgtg</w:t>
      </w:r>
    </w:p>
    <w:p w14:paraId="31594E8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4A2636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3708CC0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67889A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7EA1347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096747A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5A34739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29440C6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cttgtattga ctgtagtgcg cgtcatatta atgcgcaggt agcaaaaagt cacaacattg</w:t>
      </w:r>
    </w:p>
    <w:p w14:paraId="329B9D8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16F66D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06E2089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286F3C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4E6374B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588174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795CAC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733F68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6298AA9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15D4AC8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1AEBC32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61AAC8F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6FEDB4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0D43D81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7EC505E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677F4C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cttactaata</w:t>
      </w:r>
    </w:p>
    <w:p w14:paraId="199FE0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25611D4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agctatcgta gtaacatgcc ttgcctacta ttttatgagg tttagaagag</w:t>
      </w:r>
    </w:p>
    <w:p w14:paraId="19AD90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327C19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ctgtactctg tttaacacca gtttactcat tcttacctgg tgtttattct gttatttact</w:t>
      </w:r>
    </w:p>
    <w:p w14:paraId="5DE4F78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33F980A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05C8D1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0421636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0FEEE95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cttttacgca atataataga tacttagctc</w:t>
      </w:r>
    </w:p>
    <w:p w14:paraId="5B7A8B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074CE98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2CA7A1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35F26E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3087BEA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62A93B8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aagacatgct taaccctaat tatgaagatt tactcattcg taagtctaat cataatttct</w:t>
      </w:r>
    </w:p>
    <w:p w14:paraId="115D420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41BA987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2E775D6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aaccaggaca gactttttca gtgttagctt gttacaatgg ttcaccatct ggtgtttacc</w:t>
      </w:r>
    </w:p>
    <w:p w14:paraId="3447FCC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gaggcacaat ttcactatta agggttcatt ccttaatggt tcatgtggta</w:t>
      </w:r>
    </w:p>
    <w:p w14:paraId="48B96AD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0C454A7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5946C1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0A7BFD8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51BA5D4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7598D4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030F4C2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cattaaaaga attactgcaa aatggtatga atggacgtac catattgggt agtgctttat</w:t>
      </w:r>
    </w:p>
    <w:p w14:paraId="7CE893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016736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6FA995F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57EBF08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1176C2A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1416848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3EE7965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tttgaagcta aaagactgtg ttatgtatgc atcagctgta gtgttactaa</w:t>
      </w:r>
    </w:p>
    <w:p w14:paraId="557FA39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1CB451E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4CB676D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0EF9D5D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aggtgttgtt tttatgtgtg ttgagtattg ccctattttc ttcataactg</w:t>
      </w:r>
    </w:p>
    <w:p w14:paraId="218E959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760DA9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053CF4C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0E86CCD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646DDC9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65B4E12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672D79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568879F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4CBC386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6BCC6C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1C7CCCE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7ACE2C0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527B445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5DFA4C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66490A2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1B174F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6857E9E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0FB4FE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2D9F43E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51FBE6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47D70A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1FB2537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gtactatcta tacagaactg gaaccacctt</w:t>
      </w:r>
    </w:p>
    <w:p w14:paraId="1739820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gtaggtttgt tacagacaca cctaaaggtc ctaaagtgaa gtatttatac tttattaaag</w:t>
      </w:r>
    </w:p>
    <w:p w14:paraId="143E396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322D361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0B807B4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5B0711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gtcacaccgg</w:t>
      </w:r>
    </w:p>
    <w:p w14:paraId="392D29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14AF327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2030856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007AAFC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gcggtatgtg gaaaggttat ggctgtagtt gtgatcaact ccgcgaaccc atgcttcagt</w:t>
      </w:r>
    </w:p>
    <w:p w14:paraId="7DB5A28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3C291B5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1009C4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61C8EB9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7401F1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099764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0FED9E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29EF17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545B7EE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5520A53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606FBA8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39547F3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79A0A86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236998A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2512876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52E145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2733F3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0F02F2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7F13B8F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32AAEAE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6201F1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7FA1C40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7BE936B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3CE63C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67A1DDE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47CBD14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71282D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2D71838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76D000F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24C33BD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ggcacaacat</w:t>
      </w:r>
    </w:p>
    <w:p w14:paraId="70DC3F4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4C73CD1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119017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5FDB531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agtattgagt gaaatggtca tgtgtggcgg ttcactatat gttaaaccag gtggaacctc</w:t>
      </w:r>
    </w:p>
    <w:p w14:paraId="7C0FA34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7EF883C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1EE576F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6410ADD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tctctgacga</w:t>
      </w:r>
    </w:p>
    <w:p w14:paraId="6EE973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0CF8861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353E1B9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2AB46E6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acagggtgat gattatgtgt accttcctta cccagatcca tcaagaatcc taggggccgg</w:t>
      </w:r>
    </w:p>
    <w:p w14:paraId="66FB5DD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544D1DA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2D77BA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653DA5F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0914EBA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02A0D68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gtggtgtttg catacgtaga ccattcttat gttgtaaatg</w:t>
      </w:r>
    </w:p>
    <w:p w14:paraId="6F53051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5EF6E32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4074342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45012A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58B676C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6AF6C1F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177D457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3BDE49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59BD908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aaacagtaaa gtacaaatag gagagtacac ctttgaaaaa ggtgactatg gtgatgctgt</w:t>
      </w:r>
    </w:p>
    <w:p w14:paraId="585F19C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536C0B9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7305206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26B80D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7DEA761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26C1FA1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7AA54B1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323F2E7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3CE6552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6B5ED0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cagattacgt gctaagcact atgtgtacat tggcgaccct gctcaattac ctgcaccacg</w:t>
      </w:r>
    </w:p>
    <w:p w14:paraId="2F76813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7046DA0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692796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2EB3C06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40E8B67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3AACA98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0CF17A8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26F5C9D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3E4CCC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agtaggcata ctttgcataa tgtctgatag agacctttat gacaagttgc aatttacaag</w:t>
      </w:r>
    </w:p>
    <w:p w14:paraId="235B33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7CD3250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4B3FE5C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6D5F606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7F02507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16D4F72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031AC05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3451279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taataataca gatttttcca gagttagtgc taaaccaccg cctggagatc aatttaaaca</w:t>
      </w:r>
    </w:p>
    <w:p w14:paraId="286893D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4EFD651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6A1D15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78DFF4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42AA277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14B8255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777D6E2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21F75E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29F9E4F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72D147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61A7173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6232CFB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525813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17F4A62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1F9805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2609BB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5E728D6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6BA79E4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186FFF4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1BA13FC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141982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31B8D89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1B59C31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5D9F1A7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3BC6DC1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aactgaaacg atttgtgcac cactcactgt</w:t>
      </w:r>
    </w:p>
    <w:p w14:paraId="56F5185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13B2D8B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gaaggtagtg ttaaaggttt acaaccatct gtaggtccca aacaagctag</w:t>
      </w:r>
    </w:p>
    <w:p w14:paraId="4F30663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0ECDB9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055415D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05D694C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141553B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113904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537F889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agatgcgcaa acaggttcat ctaagtgtgt gtgttctgtt attgatttat tacttgatga</w:t>
      </w:r>
    </w:p>
    <w:p w14:paraId="5EA8BA9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0A0A03C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3D3EA3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271851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6AF1BE1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5716814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156948B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0316A35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tgtcgattca gatcttaatg actttgtctc tgatgcagat tcaactttga ttggtgattg</w:t>
      </w:r>
    </w:p>
    <w:p w14:paraId="16850FC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09BC2B7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12DBD4E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1683CB5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591C49C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2D483A1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46E8ED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70F4D7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7C0D8E3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2F16E23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1BF18EB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tcttataacc agaactcaat catacactaa ttctttcaca cgtggtgttt</w:t>
      </w:r>
    </w:p>
    <w:p w14:paraId="1CFD76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attaccctga caaagttttc agatcctcag ttttacattc aactcaggac ttgttcttac</w:t>
      </w:r>
    </w:p>
    <w:p w14:paraId="42BB9D2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ctttcttttc caatgttact tggttccatg ttatctctgg gaccaatggt actaagaggt</w:t>
      </w:r>
    </w:p>
    <w:p w14:paraId="3289C0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ttgataaccc tgtcctacca tttaatgatg gtgtttattt tgcttccact gagaagtcta</w:t>
      </w:r>
    </w:p>
    <w:p w14:paraId="699CAAB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acataataag aggctggatt tttggtacta ctttagattc gaagacccag tccctactta</w:t>
      </w:r>
    </w:p>
    <w:p w14:paraId="3A4D606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ttgttaataa cgctactaat gttgttatta aagtctgtga atttcaattt tgtaatgatc</w:t>
      </w:r>
    </w:p>
    <w:p w14:paraId="457845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catttttgga ccacaaaaac aacaaaagtt ggatggaaag tgagttcaga gtttattcta</w:t>
      </w:r>
    </w:p>
    <w:p w14:paraId="3206AA4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gtgcgaataa ttgcactttt gaatatgtct ctcagccttt tcttatggac cttgaaggaa</w:t>
      </w:r>
    </w:p>
    <w:p w14:paraId="44BF5EC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aacagggtaa tttcaaaaat cttagggaat ttgtgtttaa gaatattgat ggttatttta</w:t>
      </w:r>
    </w:p>
    <w:p w14:paraId="7CA4C5B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aaatatattc taagcacacg cctattatag tgcgtgagcc agaagatctc cctcagggtt</w:t>
      </w:r>
    </w:p>
    <w:p w14:paraId="58422F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tttcggcttt agaaccattg gtagatttgc caataggtat taacatcact aggtttcaaa</w:t>
      </w:r>
    </w:p>
    <w:p w14:paraId="7E285E3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ctttacttgc tttacataga agttatttga ctcctggtga ttcttcttca ggttggacag</w:t>
      </w:r>
    </w:p>
    <w:p w14:paraId="6DB2495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ctggtgctgc agcttattat gtgggttatc ttcaacctag gacttttcta ttaaaatata</w:t>
      </w:r>
    </w:p>
    <w:p w14:paraId="6BB3F8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atgaaaatgg aaccattaca gatgctgtag actgtgcact tgaccctctc tcagaaacaa</w:t>
      </w:r>
    </w:p>
    <w:p w14:paraId="72626F9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agtgtacgtt gaaatccttc actgtagaaa aaggaatcta tcaaacttct aactttagag</w:t>
      </w:r>
    </w:p>
    <w:p w14:paraId="45601B0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tccaaccaac agaatctatt gttagatttc ctaatattac aaacttgtgc ccttttgatg</w:t>
      </w:r>
    </w:p>
    <w:p w14:paraId="12F971F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aagtttttaa cgccaccaaa tttgcatctg tttatgcttg gaacaggaag agaatcagca</w:t>
      </w:r>
    </w:p>
    <w:p w14:paraId="069536A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actgtgttgc tgattattct gtcctatata atctcgcacc atttttcact tttaagtgtt</w:t>
      </w:r>
    </w:p>
    <w:p w14:paraId="255F0B3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atggagtgtc tcctactaaa ttaaatgatc tctgctttac taatgtctat gcagattcat</w:t>
      </w:r>
    </w:p>
    <w:p w14:paraId="4A3E600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ttgtaattag aggtgatgaa gtcagccaaa tcgctccagg gcaaactgga aatattgctg</w:t>
      </w:r>
    </w:p>
    <w:p w14:paraId="55F6A99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attataatta taaattacca gatgatttta caggctgcgt tatagcttgg aattctaaca</w:t>
      </w:r>
    </w:p>
    <w:p w14:paraId="72D5A0E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agcttgattc taaggttggt ggtaattata attacctgta tagattgttt aggaagtcta</w:t>
      </w:r>
    </w:p>
    <w:p w14:paraId="088BD3C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atctcaaacc ttttgagaga gatatttcaa ctgaaatcta tcaggccggt aacaaacctt</w:t>
      </w:r>
    </w:p>
    <w:p w14:paraId="77495D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gtaatggtgt tgcaggtttt aattgttact ttcctttacg atcatatagt ttccgaccca</w:t>
      </w:r>
    </w:p>
    <w:p w14:paraId="549D84E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cttatggtgt tggtcaccaa ccatacagag tagtagtact ttcttttgaa cttctacatg</w:t>
      </w:r>
    </w:p>
    <w:p w14:paraId="39FFA38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caccagcaac tgtttgtgga cctaaaaagt ctactaattt ggttaaaaac aaatgtgtca</w:t>
      </w:r>
    </w:p>
    <w:p w14:paraId="1F321CB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atttcaactt caatggttta acaggcacag gtgttcttac tgagtctaac aaaaagtttc</w:t>
      </w:r>
    </w:p>
    <w:p w14:paraId="608426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tgcctttcca acaatttggc agagacattg ctgacactac tgatgctgtc cgtgatccac</w:t>
      </w:r>
    </w:p>
    <w:p w14:paraId="48BFC8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agacacttga gattcttgac attacaccat gttcttttgg tggtgtcagt gttataacac</w:t>
      </w:r>
    </w:p>
    <w:p w14:paraId="007F6C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caggaacaaa tacttctaac caggttgctg ttctttatca gggtgttaac tgcacagaag</w:t>
      </w:r>
    </w:p>
    <w:p w14:paraId="3363D99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tccctgttgc tattcatgca gatcaactta ctcctacttg gcgtgtttat tctacaggtt</w:t>
      </w:r>
    </w:p>
    <w:p w14:paraId="189F917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ctaatgtttt tcaaacacgt gcaggctgtt taataggggc tgaatatgtc aacaactcat</w:t>
      </w:r>
    </w:p>
    <w:p w14:paraId="3C9D0B4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atgagtgtga catacccatt ggtgcaggta tatgcgctag ttatcagact cagactaagt</w:t>
      </w:r>
    </w:p>
    <w:p w14:paraId="6FC6F1C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ctcatcggcg ggcacgtagt gtagctagtc aatccatcat tgcctacact atgtcacttg</w:t>
      </w:r>
    </w:p>
    <w:p w14:paraId="3E366A5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gtgcagaaaa ttcagttgct tactctaata actctattgc catacccaca aattttacta</w:t>
      </w:r>
    </w:p>
    <w:p w14:paraId="489B2A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ttagtgttac cacagaaatt ctaccagtgt ctatgaccaa gacatcagta gattgtacaa</w:t>
      </w:r>
    </w:p>
    <w:p w14:paraId="03A944B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tgtacatttg tggtgattca actgaatgca gcaatctttt gttgcaatat ggcagttttt</w:t>
      </w:r>
    </w:p>
    <w:p w14:paraId="0FBEBE7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gtacacaatt aaaacgtgct ttaactggaa tagctgttga acaagacaaa aacacccaag</w:t>
      </w:r>
    </w:p>
    <w:p w14:paraId="239E5AE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aagtttttgc acaagtcaaa caaatttaca aaacaccacc aattaaatat tttggtggtt</w:t>
      </w:r>
    </w:p>
    <w:p w14:paraId="0D1187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ttaatttttc acaaatatta ccagatccat caaaaccaag caagaggtca tttattgaag</w:t>
      </w:r>
    </w:p>
    <w:p w14:paraId="7475620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atctactttt caacaaagtg acacttgcag atgctggctt catcaaacaa tatggtgatt</w:t>
      </w:r>
    </w:p>
    <w:p w14:paraId="563F25A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gccttggtga tattgctgct agagacctca tttgtgcaca aaagtttaaa ggccttactg</w:t>
      </w:r>
    </w:p>
    <w:p w14:paraId="4F9524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ttttgccacc tttgctcaca gatgaaatga ttgctcaata cacttctgca ctgttagcgg</w:t>
      </w:r>
    </w:p>
    <w:p w14:paraId="27950E7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gtacaatcac ttctggttgg acctttggtg caggtgctgc attacaaata ccatttgcta</w:t>
      </w:r>
    </w:p>
    <w:p w14:paraId="1C59D6B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tgcaaatggc ttataggttt aatggtattg gagttacaca gaatgttctc tatgagaacc</w:t>
      </w:r>
    </w:p>
    <w:p w14:paraId="3D8EBCE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aaaaattgat tgccaaccaa tttaatagtg ctattggcaa aattcaagac tcactttctt</w:t>
      </w:r>
    </w:p>
    <w:p w14:paraId="27F22AB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ccacagcaag tgcacttgga aaacttcaag atgtggtcaa ccataatgca caagctttaa</w:t>
      </w:r>
    </w:p>
    <w:p w14:paraId="105D497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acacgcttgt taaacaactt agctccaaat ttggtgcaat ttcaagtgtt ttaaatgata</w:t>
      </w:r>
    </w:p>
    <w:p w14:paraId="65D7CFF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tcttttcacg tcttgacaaa gttgaggctg aagtgcaaat tgataggttg atcacaggca</w:t>
      </w:r>
    </w:p>
    <w:p w14:paraId="235214F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gacttcaaag tttgcagaca tatgtgactc aacaattaat tagagctgca gaaatcagag</w:t>
      </w:r>
    </w:p>
    <w:p w14:paraId="1EFC1B1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cttctgctaa tcttgctgct actaaaatgt cagagtgtgt acttggacaa tcaaaaagag</w:t>
      </w:r>
    </w:p>
    <w:p w14:paraId="48A7C10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ttgatttttg tggaaagggc tatcatctta tgtccttccc tcagtcagca cctcatggtg</w:t>
      </w:r>
    </w:p>
    <w:p w14:paraId="66A61A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tagtcttctt gcatgtgact tatgtccctg cacaagaaaa gaacttcaca actgctcctg</w:t>
      </w:r>
    </w:p>
    <w:p w14:paraId="0D5036A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ccatttgtca tgatggaaaa gcacactttc ctcgtgaagg tgtctttgtt tcaaatggca</w:t>
      </w:r>
    </w:p>
    <w:p w14:paraId="594DEFA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cacactggtt tgtaacacaa aggaattttt atgaaccaca aatcattact acagacaaca</w:t>
      </w:r>
    </w:p>
    <w:p w14:paraId="1DEF8F9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catttgtgtc tggtaactgt gatgttgtaa taggaattgt caacaacaca gtttatgatc</w:t>
      </w:r>
    </w:p>
    <w:p w14:paraId="0A6571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ctttgcaacc tgaattagat tcattcaagg aggagttaga taaatatttt aagaatcata</w:t>
      </w:r>
    </w:p>
    <w:p w14:paraId="70CD565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catcaccaga tgttgattta ggtgacatct ctggcattaa tgcttcagtt gtaaacattc</w:t>
      </w:r>
    </w:p>
    <w:p w14:paraId="10753C0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aaaaagaaat tgaccgcctc aatgaggttg ccaagaattt aaatgaatct ctcatcgatc</w:t>
      </w:r>
    </w:p>
    <w:p w14:paraId="7C8C302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tccaagaact tggaaagtat gagcagtata taaaatggcc atggtacatt tggctaggtt</w:t>
      </w:r>
    </w:p>
    <w:p w14:paraId="29204C0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ttatagctgg cttgattgcc atagtaatgg tgacaattat gctttgctgt atgaccagtt</w:t>
      </w:r>
    </w:p>
    <w:p w14:paraId="57120FD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gctgtagttg tctcaagggc tgttgttctt gtggatcctg ctgcaaattt gatgaagacg</w:t>
      </w:r>
    </w:p>
    <w:p w14:paraId="6AF6C71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actctgagcc agtgctcaaa ggagtcaaat tacattacac ataaacgaac ttatggattt</w:t>
      </w:r>
    </w:p>
    <w:p w14:paraId="1841376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gtttatgaga atcttcacaa ttggaactgt aactttgaag caaggtgaaa tcaaggatgc</w:t>
      </w:r>
    </w:p>
    <w:p w14:paraId="18F6D66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tactccttca gattttgttc gcgctactgc aacgataccg atacaagcct cactcccttt</w:t>
      </w:r>
    </w:p>
    <w:p w14:paraId="508C67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cggatggctt attgttggcg ttgcacttct tgctgttttt cagagcgctt ccaaaatcat</w:t>
      </w:r>
    </w:p>
    <w:p w14:paraId="35617AF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aactctcaaa aagagatggc aactagcact ctccaagggt gttcactttg tttgcaactt</w:t>
      </w:r>
    </w:p>
    <w:p w14:paraId="77B7D7A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gctgttgttg tttgtaacag tttactcaca ccttttgctc gttgctgctg gccttgaagc</w:t>
      </w:r>
    </w:p>
    <w:p w14:paraId="62D843A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cccttttctc tatctttatg ctttagtcta cttcttgcag agtataaact ttgtaagaat</w:t>
      </w:r>
    </w:p>
    <w:p w14:paraId="1DA7795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aataatgagg ctttggcttt gctggaaatg ccgttccaaa aacccattac tttatgatgc</w:t>
      </w:r>
    </w:p>
    <w:p w14:paraId="3CE6D02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caactatttt ctttgctggc atactaattg ttacgactat tgtatacctt acaatagtgt</w:t>
      </w:r>
    </w:p>
    <w:p w14:paraId="7DCB4D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aacttcttca attgtcatta cttcaggtga tggcacaaca agtcctattt ctgaacatga</w:t>
      </w:r>
    </w:p>
    <w:p w14:paraId="7B66BE8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ctaccagatt ggtggttata ctgaaaaatg ggaatctgga gtaaaagact gtgttgtatt</w:t>
      </w:r>
    </w:p>
    <w:p w14:paraId="2FA7BF7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acacagttac ttcacttcag actattacca gctgtactca actcaattga gtacagacac</w:t>
      </w:r>
    </w:p>
    <w:p w14:paraId="51693F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tggtgttgaa catgttacct tcttcatcta caataaaatt gttgatgagc ctgaagaaca</w:t>
      </w:r>
    </w:p>
    <w:p w14:paraId="4DBABF9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tgtccaaatt cacacaatcg acggttcatc cggagttgtt aatccagtaa tggaaccaat</w:t>
      </w:r>
    </w:p>
    <w:p w14:paraId="1054848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ttatgatgaa ccgacgacga ctactagcgt gcctttgtaa gcacaagctg atgagtacga</w:t>
      </w:r>
    </w:p>
    <w:p w14:paraId="156D213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acttatgtac tcattcgttt cggaagagat aggtacgtta atagttaata gcgtacttct</w:t>
      </w:r>
    </w:p>
    <w:p w14:paraId="16A0CDB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ttttcttgct ttcgtggtat tcttgctagt tacactagcc atccttactg cgcttcgatt</w:t>
      </w:r>
    </w:p>
    <w:p w14:paraId="3201CEC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gtgtgcgtac tgctgcaata ttgttaacgt gagtcttgta aaaccttctt tttacgttta</w:t>
      </w:r>
    </w:p>
    <w:p w14:paraId="0A66C9E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ctctcgtgtt aaaaatctga attcttctag agttcctgat cttctggtct aaacgaacta</w:t>
      </w:r>
    </w:p>
    <w:p w14:paraId="245CE8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aatattatat tagtttttct gtttggaact ttaattttag ccatggcagg ttccaacggt</w:t>
      </w:r>
    </w:p>
    <w:p w14:paraId="1B4216D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actattaccg ttgaagagct taaaaagctc cttgaagaat ggaacctagt aataggtttc</w:t>
      </w:r>
    </w:p>
    <w:p w14:paraId="5172788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ctattcctta catggatttg tcttctacaa tttgcctatg ccaacaggaa taggtttttg</w:t>
      </w:r>
    </w:p>
    <w:p w14:paraId="2F862DF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tatataatta agttaatttt cctctggctg ttatggccag taactttaac ttgttttgtg</w:t>
      </w:r>
    </w:p>
    <w:p w14:paraId="499DC6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cttgctgctg tttacagaat aaattggatc accggtggaa ttgctatcgc aatggcttgt</w:t>
      </w:r>
    </w:p>
    <w:p w14:paraId="44E2718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cttgtaggct tgatgtggct cagctacttc attgcttctt tcagactgtt tgcgcgtacg</w:t>
      </w:r>
    </w:p>
    <w:p w14:paraId="3E2A748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cgttccatgt ggtcattcaa tccagaaact aacattcttc tcaacgtgcc actccatggc</w:t>
      </w:r>
    </w:p>
    <w:p w14:paraId="7DC53E2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actattctga ccagaccgct tctagaaagt gaactcgtaa tcggagctgt gatccttcgt</w:t>
      </w:r>
    </w:p>
    <w:p w14:paraId="12ED3EB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ggacatcttc gtattgctgg acaccatcta ggacgctgtg acatcaagga cctgcctaaa</w:t>
      </w:r>
    </w:p>
    <w:p w14:paraId="328C04A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gaaatcactg ttgctacatc acgaacgctt tcttattaca aattgggagc ttcgcagcgt</w:t>
      </w:r>
    </w:p>
    <w:p w14:paraId="409BD63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gtagcaggtg actcaggttt tgctgcatac agtcgctaca ggattggcaa ctataaatta</w:t>
      </w:r>
    </w:p>
    <w:p w14:paraId="3575910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aacacagacc attccagtag cagtgacaat attgctttgc ttgtacagta agtgacaaca</w:t>
      </w:r>
    </w:p>
    <w:p w14:paraId="7A49E1A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gatgtttcat ctcgttgact ttcaggttac tatagcagag atattactaa ttattatgcg</w:t>
      </w:r>
    </w:p>
    <w:p w14:paraId="7F63C12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gacttttaaa gtttccattt ggaatcttga ttacatcata aacctcataa ttaaaaattt</w:t>
      </w:r>
    </w:p>
    <w:p w14:paraId="30F4DEA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atctaagtca ctaactgaga ataaatattc tcaattagat gaagagcaac caatggagat</w:t>
      </w:r>
    </w:p>
    <w:p w14:paraId="3D0DF05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tctctaaacg aacatgaaaa ttattctttt cttggcactg ataacactcg ctacttgtga</w:t>
      </w:r>
    </w:p>
    <w:p w14:paraId="5ACA7E1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gctttatcac taccaagagt gtgttagagg tacaacagta cttttaaaag aaccttgctc</w:t>
      </w:r>
    </w:p>
    <w:p w14:paraId="2553360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ttctggaaca tacgagggca attcaccatt tcatcctcta gctgataaca aatttgcact</w:t>
      </w:r>
    </w:p>
    <w:p w14:paraId="044D95C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gacttgcttt agcactcaat ttgcttttgc ttgtcctgac ggcgtaaaac acgtctatca</w:t>
      </w:r>
    </w:p>
    <w:p w14:paraId="2F787D5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gttacgtgcc agatcagttt cacctaaact gttcatcaga caagaggaag ttcaagaact</w:t>
      </w:r>
    </w:p>
    <w:p w14:paraId="3C6E32D9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ttactctcca atttttctta ttgttgcggc aatagtgttt ataacacttt gcttcacact</w:t>
      </w:r>
    </w:p>
    <w:p w14:paraId="6AA19568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caaaagaaag acagaatgat tgaactttca ttaattgact tctatttgtg ctttttagcc</w:t>
      </w:r>
    </w:p>
    <w:p w14:paraId="53EDAA2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tttctgttat tccttgtttt aattatgctt attatctttt ggttctcact tgaactgcaa</w:t>
      </w:r>
    </w:p>
    <w:p w14:paraId="5FA6295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gatcataatg aaacttgtca cgcctaaacg aacatgaaat ttcttgtttt cttaggaatc</w:t>
      </w:r>
    </w:p>
    <w:p w14:paraId="048C89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atcacaactg tagctgcatt tcaccaagaa tgtagtttac agtcatgtac tcaacatcaa</w:t>
      </w:r>
    </w:p>
    <w:p w14:paraId="1E811BD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ccatatgtag ttgatgaccc gtgtcctatt cacttctatt ctaaatggta tattagagta</w:t>
      </w:r>
    </w:p>
    <w:p w14:paraId="5A163A5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ggagctagaa aatcagcacc tttaattgaa ttgtgcgtgg atgaggctgg ttctaaatca</w:t>
      </w:r>
    </w:p>
    <w:p w14:paraId="21C8BB4D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cccattcagt acatcgatat cggtaattat acagtttcct gtttaccttt tacaattaat</w:t>
      </w:r>
    </w:p>
    <w:p w14:paraId="2CC64C7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tgccaggaac ctaaattggg tagtcttgta gtgcgttgtt cgttctatga agacttttta</w:t>
      </w:r>
    </w:p>
    <w:p w14:paraId="4E6F723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gagtatcatg acgttcgtgt tgttttagat ttcatctaaa cgaacaaact taaatgtctg</w:t>
      </w:r>
    </w:p>
    <w:p w14:paraId="247DF97B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ataatggacc ccaaaatcag cgaaatgcac tccgcattac gtttggtgga ccctcagatt</w:t>
      </w:r>
    </w:p>
    <w:p w14:paraId="0FD8B86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caactggcag taaccagaat ggtggggcgc gatcaaaaca acgtcggccc caaggtttac</w:t>
      </w:r>
    </w:p>
    <w:p w14:paraId="0828182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ccaataatac tgcgtcttgg ttcaccgctc tcactcaaca tggcaaggaa gaccttaaat</w:t>
      </w:r>
    </w:p>
    <w:p w14:paraId="0533288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tccctcgagg acaaggcgtt ccaattaaca ccaatagcag tccagatgac caaattggct</w:t>
      </w:r>
    </w:p>
    <w:p w14:paraId="16A6516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actaccgaag agctaccaga cgaattcgtg gtggtgacgg taaaatgaaa gatctcagtc</w:t>
      </w:r>
    </w:p>
    <w:p w14:paraId="058EBE0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caagatggta tttctactac ctaggaactg ggccagaagc tggacttccc tatggtgcta</w:t>
      </w:r>
    </w:p>
    <w:p w14:paraId="501C0C6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acaaagacgg catcatatgg gttgcaactg agggagcctt gaatacacca aaagatcaca</w:t>
      </w:r>
    </w:p>
    <w:p w14:paraId="5F155FD4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ttggcacccg caatcctgct aacaatgctg caatcgtgct acaacttcct caaggaacaa</w:t>
      </w:r>
    </w:p>
    <w:p w14:paraId="520A24A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cattgccaaa aggcttctac gcagaaggga gcagaggcgg cagtcaagcc tcttctcgtt</w:t>
      </w:r>
    </w:p>
    <w:p w14:paraId="6A2BFB7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cctcatcacg tagtcgcaac agttcaagaa attcaactcc aggcagcagt aaacgaactt</w:t>
      </w:r>
    </w:p>
    <w:p w14:paraId="345A1EC7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ctcctgctag aatggctggc aatggcggtg atgctgctct tgctttgctg ctgcttgaca</w:t>
      </w:r>
    </w:p>
    <w:p w14:paraId="005B946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gattgaacca gcttgagagc aaaatgtctg gtaaaggcca acaacaacaa ggccaaactg</w:t>
      </w:r>
    </w:p>
    <w:p w14:paraId="5458302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tcactaagaa atctgctgct gaggcttcta agaagcctcg gcaaaaacgt actgccacta</w:t>
      </w:r>
    </w:p>
    <w:p w14:paraId="563BCC4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aagcatacaa tgtaacacaa gctttcggca gacgtggtcc agaacaaacc caaggaaatt</w:t>
      </w:r>
    </w:p>
    <w:p w14:paraId="4F191AB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ttggggacca ggaactaatc agacaaggaa ctgattacaa acattggccg caaattgcac</w:t>
      </w:r>
    </w:p>
    <w:p w14:paraId="11236EB3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aatttgcccc cagcgcttca gcgttcttcg gaatgtcgcg cattggcatg gaagtcacac</w:t>
      </w:r>
    </w:p>
    <w:p w14:paraId="175A78AF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cttcgggaac gtggttgacc tacacaggtg ccatcaaatt ggatgacaaa gatccaaatt</w:t>
      </w:r>
    </w:p>
    <w:p w14:paraId="04D49922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tcaaagatca agtcattttg ctgaataagc atattgacgc atacaaaaca ttcccaccaa</w:t>
      </w:r>
    </w:p>
    <w:p w14:paraId="6B0372BC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cagagcctaa aaaggacaaa aagaagaagg ctgatgaaac tcaagcctta ccgcagagac</w:t>
      </w:r>
    </w:p>
    <w:p w14:paraId="7E5577C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agaagaaaca gcaaactgtg actcttcttc ctgctgcaga tttggatgat ttctccaaac</w:t>
      </w:r>
    </w:p>
    <w:p w14:paraId="2FE0F346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aattgcaaca atccatgagc agtgctgact caactcaggc ctaaactcat gcagaccaca</w:t>
      </w:r>
    </w:p>
    <w:p w14:paraId="63E18025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caaggcagat gggctatata aacgttttcg cttttccgtt tacgatatat agtctactct</w:t>
      </w:r>
    </w:p>
    <w:p w14:paraId="5CFE02BA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tgtgcagaat gaattctcgt aactacatag cacaagtaga tgtagttaac tttaatctca</w:t>
      </w:r>
    </w:p>
    <w:p w14:paraId="17BB7A0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catagcaatc tttaatcagt gtgtaacatt agggaggact tgaaagagcc accacatttt</w:t>
      </w:r>
    </w:p>
    <w:p w14:paraId="0E444970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cacctacagt gaacaatgct agggagagct gcctatatgg aagagcccta atgtgtaaaa</w:t>
      </w:r>
    </w:p>
    <w:p w14:paraId="6CC215B1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ttaattttag ta</w:t>
      </w:r>
    </w:p>
    <w:p w14:paraId="6CC7167E" w14:textId="77777777" w:rsidR="009D79FD" w:rsidRPr="009D79FD" w:rsidRDefault="009D79FD" w:rsidP="009D79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D79F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CB6CE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9F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9D79FD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F784D7"/>
  <w15:chartTrackingRefBased/>
  <w15:docId w15:val="{993AAB3A-8E19-1E47-A0CC-2C5E585B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2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4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7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46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10905</Words>
  <Characters>62163</Characters>
  <Application>Microsoft Office Word</Application>
  <DocSecurity>0</DocSecurity>
  <Lines>518</Lines>
  <Paragraphs>145</Paragraphs>
  <ScaleCrop>false</ScaleCrop>
  <Company/>
  <LinksUpToDate>false</LinksUpToDate>
  <CharactersWithSpaces>72923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2023-03-04T07:09:00Z</dcterms:created>
  <dcterms:modified xsi:type="dcterms:W3CDTF">2023-03-04T07:09:00Z</dcterms:modified>
</cp:coreProperties>
</file>